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ABBE45" w14:textId="77777777" w:rsidR="00657A55" w:rsidRDefault="00D62C56">
      <w:r>
        <w:t>November 5, 2017</w:t>
      </w:r>
    </w:p>
    <w:p w14:paraId="26AF2D17" w14:textId="77777777" w:rsidR="00D62C56" w:rsidRDefault="00D62C56">
      <w:r>
        <w:t>6:00</w:t>
      </w:r>
    </w:p>
    <w:p w14:paraId="2961A4E5" w14:textId="77777777" w:rsidR="00D62C56" w:rsidRDefault="00D62C56">
      <w:r>
        <w:t>New Hartford American Legion</w:t>
      </w:r>
    </w:p>
    <w:p w14:paraId="21FFC15B" w14:textId="77777777" w:rsidR="00D62C56" w:rsidRDefault="00D62C56"/>
    <w:p w14:paraId="6BA98391" w14:textId="77777777" w:rsidR="00D62C56" w:rsidRDefault="00D62C56">
      <w:r>
        <w:t>Secretary Mark Turnpenny asked for minutes to be approved without reading, Motion by Jon Perry, seconded by Chris Mosher and passed.</w:t>
      </w:r>
    </w:p>
    <w:p w14:paraId="612944C4" w14:textId="77777777" w:rsidR="00D62C56" w:rsidRDefault="00D62C56"/>
    <w:p w14:paraId="073FED0C" w14:textId="77777777" w:rsidR="00D62C56" w:rsidRDefault="00D62C56">
      <w:r>
        <w:t xml:space="preserve">Treasurer Joe Zogby reported $5,124.96 in the bank.  $200 paid to the Legion.  Reimbursement paid to Maureen </w:t>
      </w:r>
      <w:proofErr w:type="spellStart"/>
      <w:r>
        <w:t>Billiett</w:t>
      </w:r>
      <w:proofErr w:type="spellEnd"/>
      <w:r>
        <w:t xml:space="preserve">.  There was a reconciliation of the State fee.  Motion to accept by Sharon </w:t>
      </w:r>
      <w:proofErr w:type="spellStart"/>
      <w:r>
        <w:t>Constabile</w:t>
      </w:r>
      <w:proofErr w:type="spellEnd"/>
      <w:r>
        <w:t xml:space="preserve">, seconded by Mike </w:t>
      </w:r>
      <w:proofErr w:type="spellStart"/>
      <w:r>
        <w:t>Corpin</w:t>
      </w:r>
      <w:proofErr w:type="spellEnd"/>
      <w:r>
        <w:t xml:space="preserve"> and passed.</w:t>
      </w:r>
    </w:p>
    <w:p w14:paraId="7C19877D" w14:textId="77777777" w:rsidR="0076624D" w:rsidRDefault="0076624D"/>
    <w:p w14:paraId="7A6FC33D" w14:textId="5B0189E1" w:rsidR="0076624D" w:rsidRDefault="0076624D">
      <w:r>
        <w:t xml:space="preserve">Assignor Bill </w:t>
      </w:r>
      <w:proofErr w:type="spellStart"/>
      <w:r>
        <w:t>Obernesser</w:t>
      </w:r>
      <w:proofErr w:type="spellEnd"/>
      <w:r>
        <w:t xml:space="preserve">, Jr. </w:t>
      </w:r>
      <w:proofErr w:type="spellStart"/>
      <w:r>
        <w:t>tahnked</w:t>
      </w:r>
      <w:proofErr w:type="spellEnd"/>
      <w:r>
        <w:t xml:space="preserve"> his Dad for his help the </w:t>
      </w:r>
      <w:proofErr w:type="spellStart"/>
      <w:r>
        <w:t>pass</w:t>
      </w:r>
      <w:proofErr w:type="spellEnd"/>
      <w:r>
        <w:t xml:space="preserve"> few years.  Bill Sr. will be removed from the title of assistant assignor.  Bob </w:t>
      </w:r>
      <w:proofErr w:type="spellStart"/>
      <w:r>
        <w:t>Comis</w:t>
      </w:r>
      <w:proofErr w:type="spellEnd"/>
      <w:r>
        <w:t xml:space="preserve"> has been appointed in his place.</w:t>
      </w:r>
    </w:p>
    <w:p w14:paraId="2CA1ECAE" w14:textId="77777777" w:rsidR="0076624D" w:rsidRDefault="0076624D"/>
    <w:p w14:paraId="65135F31" w14:textId="41AB5E91" w:rsidR="0076624D" w:rsidRDefault="0076624D" w:rsidP="00A62903">
      <w:pPr>
        <w:pStyle w:val="ListParagraph"/>
        <w:numPr>
          <w:ilvl w:val="0"/>
          <w:numId w:val="1"/>
        </w:numPr>
        <w:ind w:left="360"/>
      </w:pPr>
      <w:r>
        <w:t>Review of what I told the coaches:</w:t>
      </w:r>
    </w:p>
    <w:p w14:paraId="327593CF" w14:textId="1662BA22" w:rsidR="0076624D" w:rsidRDefault="0076624D">
      <w:r>
        <w:tab/>
        <w:t>I emphasized the need for true sportsmanship asking the coaches to back off the officials.  I directed then to show courtesy by asking questions rather than making statements.  I mentioned the shortage of officials.</w:t>
      </w:r>
    </w:p>
    <w:p w14:paraId="63B44909" w14:textId="7639FB17" w:rsidR="0076624D" w:rsidRDefault="0076624D">
      <w:r>
        <w:tab/>
        <w:t xml:space="preserve">I gave them data on how we’ve lost 5 of the </w:t>
      </w:r>
      <w:proofErr w:type="gramStart"/>
      <w:r>
        <w:t>6 new</w:t>
      </w:r>
      <w:proofErr w:type="gramEnd"/>
      <w:r>
        <w:t xml:space="preserve"> people.  Since 2010, we’ve lost 14 of the 31 new officials</w:t>
      </w:r>
      <w:r w:rsidR="00A62903">
        <w:t>.  This year we started with 12 and already are down to 10.</w:t>
      </w:r>
    </w:p>
    <w:p w14:paraId="1D12D31F" w14:textId="2F8E4EC7" w:rsidR="00A62903" w:rsidRDefault="00A62903">
      <w:r>
        <w:tab/>
        <w:t xml:space="preserve">We need to retain officials, not lose them.  Please </w:t>
      </w:r>
      <w:proofErr w:type="spellStart"/>
      <w:r>
        <w:t>hep</w:t>
      </w:r>
      <w:proofErr w:type="spellEnd"/>
      <w:r>
        <w:t xml:space="preserve"> these new officials.  Model for them the proper mechanics and how to take care of coaches who continually make statements.</w:t>
      </w:r>
    </w:p>
    <w:p w14:paraId="6EBEFA1E" w14:textId="28DC3582" w:rsidR="00A62903" w:rsidRDefault="00A62903">
      <w:r>
        <w:tab/>
        <w:t>Many veteran officials are being assigned to work with these new members.</w:t>
      </w:r>
    </w:p>
    <w:p w14:paraId="679D9A95" w14:textId="2F96021F" w:rsidR="00A62903" w:rsidRDefault="00A62903" w:rsidP="00A62903">
      <w:r>
        <w:tab/>
        <w:t>Our Board has only 14 members that officiate JV games only.  Two only officiate modified.  In order to cover these games many veterans and Varsity officials will be working extra.  Please accept your assignments.</w:t>
      </w:r>
    </w:p>
    <w:p w14:paraId="22FD7254" w14:textId="77777777" w:rsidR="00A62903" w:rsidRDefault="00A62903" w:rsidP="00A62903"/>
    <w:p w14:paraId="7017B989" w14:textId="036009B3" w:rsidR="00A62903" w:rsidRDefault="00A62903" w:rsidP="00A62903">
      <w:pPr>
        <w:pStyle w:val="ListParagraph"/>
        <w:numPr>
          <w:ilvl w:val="0"/>
          <w:numId w:val="1"/>
        </w:numPr>
        <w:ind w:left="360"/>
      </w:pPr>
      <w:r>
        <w:t>Your assignments of games and</w:t>
      </w:r>
    </w:p>
    <w:p w14:paraId="06FF9377" w14:textId="6539DE63" w:rsidR="00A62903" w:rsidRDefault="00A62903" w:rsidP="00A62903">
      <w:pPr>
        <w:ind w:firstLine="720"/>
      </w:pPr>
      <w:r>
        <w:t>Game assignments will be released following this meeting.  You will be given the opportunity to “accept” or “decline.”  (This didn’t work but has been corrected since.)  Any time you get notified of a change you need to go to Arbiter and submit again.  Failure to do so tells me you are unavailable.</w:t>
      </w:r>
    </w:p>
    <w:p w14:paraId="2581FFE0" w14:textId="08009582" w:rsidR="000077CC" w:rsidRDefault="000077CC" w:rsidP="00A62903">
      <w:pPr>
        <w:ind w:firstLine="720"/>
      </w:pPr>
      <w:r>
        <w:t>The season starts slow and ends in a dilly.  Tuesday and Friday nights are over loaded with more information to follow.</w:t>
      </w:r>
    </w:p>
    <w:p w14:paraId="0741F27F" w14:textId="1C9B8FA7" w:rsidR="000077CC" w:rsidRDefault="000077CC" w:rsidP="00A62903">
      <w:pPr>
        <w:ind w:firstLine="720"/>
      </w:pPr>
      <w:r>
        <w:t xml:space="preserve">Some of us will be the only official on a modified game.  Enjoy the fee and a half plus mileage.  One whistle games should </w:t>
      </w:r>
      <w:proofErr w:type="gramStart"/>
      <w:r>
        <w:t>refereed</w:t>
      </w:r>
      <w:proofErr w:type="gramEnd"/>
      <w:r>
        <w:t xml:space="preserve"> in your own comfort zone.  Coaches know what to expect.  As new people get cleared with fingerprints, I will be able to assign them to half assigned games.</w:t>
      </w:r>
    </w:p>
    <w:p w14:paraId="19744584" w14:textId="22BF65A2" w:rsidR="000077CC" w:rsidRDefault="000077CC" w:rsidP="00A62903">
      <w:pPr>
        <w:ind w:firstLine="720"/>
      </w:pPr>
      <w:r>
        <w:t>There are no solo JV games.  Creatively, split varsity crews or double crews are assigned.  Rotate into the JV and ref accordingly.  Please stay healthy.</w:t>
      </w:r>
    </w:p>
    <w:p w14:paraId="23AAB020" w14:textId="53BA6260" w:rsidR="000077CC" w:rsidRDefault="000077CC" w:rsidP="00A62903">
      <w:pPr>
        <w:ind w:firstLine="720"/>
      </w:pPr>
      <w:r>
        <w:t xml:space="preserve">There is a need to improve and learn the three-person system.  Last year it was on a volunteer basis.  This year it has exploded to 74 assignments.  Everyone who signed up last year for three-person has been assigned a minimum of four games.  With the excessive </w:t>
      </w:r>
      <w:r>
        <w:lastRenderedPageBreak/>
        <w:t>amount of three-person games, some may be working a home team three times.  The coached have been informed.</w:t>
      </w:r>
    </w:p>
    <w:p w14:paraId="305CD751" w14:textId="707F6A7B" w:rsidR="000077CC" w:rsidRDefault="000077CC" w:rsidP="00A62903">
      <w:pPr>
        <w:ind w:firstLine="720"/>
      </w:pPr>
      <w:r>
        <w:t>I have tried to be very mindful and allow you to travel with someone and/or travel half the distance with one of your partners</w:t>
      </w:r>
      <w:r w:rsidR="006B0DCA">
        <w:t xml:space="preserve">.  In my </w:t>
      </w:r>
      <w:proofErr w:type="gramStart"/>
      <w:r w:rsidR="006B0DCA">
        <w:t>experience</w:t>
      </w:r>
      <w:proofErr w:type="gramEnd"/>
      <w:r w:rsidR="006B0DCA">
        <w:t xml:space="preserve"> the mileage all evens out over the course of a season.</w:t>
      </w:r>
    </w:p>
    <w:p w14:paraId="374BC2DD" w14:textId="305D83F3" w:rsidR="006B0DCA" w:rsidRDefault="006B0DCA" w:rsidP="00A62903">
      <w:pPr>
        <w:ind w:firstLine="720"/>
      </w:pPr>
      <w:r>
        <w:t>You will get to work with many other officials in the three-person system.  You may find crews put together that you’ve never worked with before.  The only way to approach this is have a solid pre-game talking basketball.  Crews should go in at halftime to start to discuss:</w:t>
      </w:r>
    </w:p>
    <w:p w14:paraId="755A9D9D" w14:textId="0C31DF93" w:rsidR="006B0DCA" w:rsidRDefault="006B0DCA" w:rsidP="00A62903">
      <w:pPr>
        <w:ind w:firstLine="720"/>
      </w:pPr>
      <w:r>
        <w:t>Any previous games in which you had a situation to share</w:t>
      </w:r>
    </w:p>
    <w:p w14:paraId="0E9BDB1F" w14:textId="6421F32F" w:rsidR="006B0DCA" w:rsidRDefault="006B0DCA" w:rsidP="00A62903">
      <w:pPr>
        <w:ind w:firstLine="720"/>
      </w:pPr>
      <w:r>
        <w:t>Rotations, when to rotate, what happens if you miss a rotation, what to do if it happens?</w:t>
      </w:r>
    </w:p>
    <w:p w14:paraId="705ABD6D" w14:textId="64F3D7C7" w:rsidR="006B0DCA" w:rsidRDefault="006B0DCA" w:rsidP="00A62903">
      <w:pPr>
        <w:ind w:firstLine="720"/>
      </w:pPr>
      <w:r>
        <w:t>New rules need to be discussed</w:t>
      </w:r>
    </w:p>
    <w:p w14:paraId="057B4432" w14:textId="79A9CE2C" w:rsidR="006B0DCA" w:rsidRDefault="006B0DCA" w:rsidP="00A62903">
      <w:pPr>
        <w:ind w:firstLine="720"/>
      </w:pPr>
      <w:r>
        <w:t xml:space="preserve">How will you handle coaches? </w:t>
      </w:r>
      <w:r w:rsidRPr="006B0DCA">
        <w:rPr>
          <w:i/>
        </w:rPr>
        <w:t>(Bill has provided an excellent comprehensive three-person pre-game for all)</w:t>
      </w:r>
    </w:p>
    <w:p w14:paraId="2A85AC90" w14:textId="77777777" w:rsidR="00A62903" w:rsidRDefault="00A62903" w:rsidP="006B0DCA"/>
    <w:p w14:paraId="025768DF" w14:textId="2D8A1C79" w:rsidR="006B0DCA" w:rsidRDefault="006B0DCA" w:rsidP="006B0DCA">
      <w:pPr>
        <w:pStyle w:val="ListParagraph"/>
        <w:numPr>
          <w:ilvl w:val="0"/>
          <w:numId w:val="1"/>
        </w:numPr>
        <w:ind w:left="360"/>
      </w:pPr>
      <w:r>
        <w:t>Coaches v Cancer Scrimmage</w:t>
      </w:r>
      <w:r w:rsidR="00537FE1">
        <w:t xml:space="preserve"> - November 18</w:t>
      </w:r>
      <w:r w:rsidR="00537FE1" w:rsidRPr="00537FE1">
        <w:rPr>
          <w:vertAlign w:val="superscript"/>
        </w:rPr>
        <w:t>th</w:t>
      </w:r>
      <w:r w:rsidR="00537FE1">
        <w:t xml:space="preserve"> </w:t>
      </w:r>
    </w:p>
    <w:p w14:paraId="41E430DB" w14:textId="2E58A24A" w:rsidR="006B0DCA" w:rsidRDefault="006B0DCA" w:rsidP="00537FE1">
      <w:pPr>
        <w:ind w:firstLine="720"/>
      </w:pPr>
      <w:r>
        <w:t>Varsity three-person at V-V-S and JV two-person at Oneida.  Good chance to raise money, talk to coaches, and hone our skills.  Games start at 4:00.  There are time slots on the table for those who wish to work.  Two gyms at both sites.  Members can also donate to VP Danny Everson with their support</w:t>
      </w:r>
      <w:r w:rsidR="00537FE1">
        <w:t>.</w:t>
      </w:r>
    </w:p>
    <w:p w14:paraId="2673155E" w14:textId="28076E99" w:rsidR="00537FE1" w:rsidRDefault="00537FE1" w:rsidP="00537FE1">
      <w:pPr>
        <w:ind w:firstLine="720"/>
      </w:pPr>
      <w:r>
        <w:t>This is a huge event that has raised $1500, $3000, and $7500 in the last three years.  With our contributions that numbers could exceed $10,000.</w:t>
      </w:r>
    </w:p>
    <w:p w14:paraId="7B9A3A0E" w14:textId="77777777" w:rsidR="004A4D94" w:rsidRDefault="004A4D94" w:rsidP="004A4D94"/>
    <w:p w14:paraId="66B2199A" w14:textId="16FD6DA7" w:rsidR="004A4D94" w:rsidRDefault="004A4D94" w:rsidP="004A4D94">
      <w:r>
        <w:t xml:space="preserve">Interpreter Rich </w:t>
      </w:r>
      <w:proofErr w:type="spellStart"/>
      <w:r>
        <w:t>Hartz</w:t>
      </w:r>
      <w:proofErr w:type="spellEnd"/>
      <w:r>
        <w:t xml:space="preserve"> has many changes and updates to relate:</w:t>
      </w:r>
    </w:p>
    <w:p w14:paraId="598D2626" w14:textId="0C7A313C" w:rsidR="004A4D94" w:rsidRDefault="004A4D94" w:rsidP="004A4D94">
      <w:r>
        <w:tab/>
        <w:t>Four eight minute quarters with four minute overtimes.  Horn always sounds at the 15 second mark.  Four full timeouts and two 30 second ones.  Overtime gets one additional timeout.</w:t>
      </w:r>
    </w:p>
    <w:p w14:paraId="13645E16" w14:textId="3D1C80ED" w:rsidR="004A4D94" w:rsidRDefault="004A4D94" w:rsidP="004A4D94">
      <w:r>
        <w:tab/>
        <w:t>Coaching box stays at 28 feet</w:t>
      </w:r>
    </w:p>
    <w:p w14:paraId="46BF89F6" w14:textId="30C4429A" w:rsidR="004A4D94" w:rsidRDefault="004A4D94" w:rsidP="004A4D94">
      <w:r>
        <w:tab/>
        <w:t>If only .3 on the clock, it has to be a tap for a shot.</w:t>
      </w:r>
    </w:p>
    <w:p w14:paraId="098AE6C8" w14:textId="04A3C76E" w:rsidR="004A4D94" w:rsidRDefault="004A4D94" w:rsidP="004A4D94">
      <w:r>
        <w:tab/>
        <w:t>If a question about equipment or apparel occurs, you say “you may not play with that on.”</w:t>
      </w:r>
    </w:p>
    <w:p w14:paraId="1A26733F" w14:textId="7597A94E" w:rsidR="004A4D94" w:rsidRDefault="004A4D94" w:rsidP="004A4D94">
      <w:r>
        <w:tab/>
        <w:t>Advancing the ball in the last 59.9 seconds can now be on either side of the court.</w:t>
      </w:r>
    </w:p>
    <w:p w14:paraId="501FF8C6" w14:textId="6D259DE9" w:rsidR="004A4D94" w:rsidRDefault="004A4D94" w:rsidP="004A4D94">
      <w:r>
        <w:tab/>
        <w:t>Offensive timeouts in the backcourt no longer result in a new 10 second count</w:t>
      </w:r>
      <w:r w:rsidR="009F2B22">
        <w:t>:</w:t>
      </w:r>
    </w:p>
    <w:p w14:paraId="56470C52" w14:textId="66969021" w:rsidR="004A4D94" w:rsidRDefault="004A4D94" w:rsidP="004A4D94">
      <w:r>
        <w:tab/>
      </w:r>
      <w:r>
        <w:tab/>
        <w:t>Held ball</w:t>
      </w:r>
    </w:p>
    <w:p w14:paraId="3232EC0D" w14:textId="553A87DE" w:rsidR="004A4D94" w:rsidRDefault="004A4D94" w:rsidP="004A4D94">
      <w:r>
        <w:tab/>
      </w:r>
      <w:r>
        <w:tab/>
        <w:t>Technical on the offensive team.</w:t>
      </w:r>
    </w:p>
    <w:p w14:paraId="69A0B487" w14:textId="70953AC6" w:rsidR="004A4D94" w:rsidRDefault="004A4D94" w:rsidP="004A4D94">
      <w:r>
        <w:tab/>
      </w:r>
      <w:r>
        <w:tab/>
        <w:t xml:space="preserve">Defense </w:t>
      </w:r>
      <w:r w:rsidR="009F2B22">
        <w:t>knocks ball out of bounds</w:t>
      </w:r>
    </w:p>
    <w:p w14:paraId="5727D86C" w14:textId="4678B324" w:rsidR="009F2B22" w:rsidRDefault="009F2B22" w:rsidP="004A4D94">
      <w:r>
        <w:tab/>
      </w:r>
      <w:r>
        <w:tab/>
        <w:t>Offensive timeout</w:t>
      </w:r>
    </w:p>
    <w:p w14:paraId="24071903" w14:textId="1152B2D1" w:rsidR="009F2B22" w:rsidRDefault="009F2B22" w:rsidP="009F2B22">
      <w:r>
        <w:tab/>
      </w:r>
      <w:r>
        <w:t>Only recount to 10 when:</w:t>
      </w:r>
    </w:p>
    <w:p w14:paraId="2CA2AB82" w14:textId="756F138B" w:rsidR="009F2B22" w:rsidRDefault="009F2B22" w:rsidP="009F2B22">
      <w:r>
        <w:tab/>
      </w:r>
      <w:r>
        <w:tab/>
        <w:t>Kick</w:t>
      </w:r>
    </w:p>
    <w:p w14:paraId="779A5AD0" w14:textId="12359C50" w:rsidR="009F2B22" w:rsidRDefault="009F2B22" w:rsidP="009F2B22">
      <w:r>
        <w:tab/>
      </w:r>
      <w:r>
        <w:tab/>
        <w:t>Defensive foul</w:t>
      </w:r>
    </w:p>
    <w:p w14:paraId="145168FE" w14:textId="61157075" w:rsidR="009F2B22" w:rsidRDefault="009F2B22" w:rsidP="009F2B22">
      <w:r>
        <w:tab/>
      </w:r>
      <w:r>
        <w:tab/>
        <w:t>Fan interference</w:t>
      </w:r>
    </w:p>
    <w:p w14:paraId="2DBA59D8" w14:textId="3C311827" w:rsidR="009F2B22" w:rsidRDefault="009F2B22" w:rsidP="009F2B22">
      <w:r>
        <w:tab/>
        <w:t>Fla</w:t>
      </w:r>
      <w:r w:rsidR="007A2AA6">
        <w:t>grant I foul is now an</w:t>
      </w:r>
      <w:r>
        <w:t xml:space="preserve"> Unsportsmanlike foul</w:t>
      </w:r>
      <w:r w:rsidR="007A2AA6">
        <w:t>.  Two free throws taken by any team member.  Ball is then taken out opposite the table.  Clear the lane and substitute shooter stays in the game.</w:t>
      </w:r>
    </w:p>
    <w:p w14:paraId="424E0ACB" w14:textId="22739D35" w:rsidR="007A2AA6" w:rsidRDefault="007A2AA6" w:rsidP="009F2B22">
      <w:r>
        <w:tab/>
        <w:t>Flagrant II is now a Disqualifying foul.  Same signal.  They count toward team fouls.  Player is disqualified with 5 fouls or 2 unsportsmanlike or 2 technical, or 3 indirect technical or any combination of 5.</w:t>
      </w:r>
    </w:p>
    <w:p w14:paraId="4700E350" w14:textId="1AC315FA" w:rsidR="007A2AA6" w:rsidRDefault="007A2AA6" w:rsidP="009F2B22">
      <w:r>
        <w:tab/>
        <w:t>Fouls of equal gravity cancel each other out in regards to free throws.</w:t>
      </w:r>
    </w:p>
    <w:p w14:paraId="2EA68CEA" w14:textId="0EFCF619" w:rsidR="009F2B22" w:rsidRDefault="007A2AA6" w:rsidP="004A4D94">
      <w:r>
        <w:t>Get the test returned to Rich by Thanksgiving, email or paper.</w:t>
      </w:r>
    </w:p>
    <w:p w14:paraId="2CE81724" w14:textId="66CFC55B" w:rsidR="00A86976" w:rsidRDefault="00A86976" w:rsidP="004A4D94">
      <w:r>
        <w:tab/>
        <w:t>20 (15) minutes between contests.</w:t>
      </w:r>
    </w:p>
    <w:p w14:paraId="5ECC8323" w14:textId="0A0BC018" w:rsidR="00A86976" w:rsidRDefault="00A86976" w:rsidP="004A4D94">
      <w:r>
        <w:tab/>
        <w:t>Ear piece is a plastic, rubber, or wood plug spacer in the piercing hole.</w:t>
      </w:r>
      <w:r w:rsidR="009C7438">
        <w:t xml:space="preserve">  Ask to see under the taping on the ear.</w:t>
      </w:r>
    </w:p>
    <w:p w14:paraId="31199415" w14:textId="2E2248D6" w:rsidR="00A86976" w:rsidRDefault="00A86976" w:rsidP="004A4D94">
      <w:r>
        <w:tab/>
      </w:r>
      <w:r w:rsidR="009C7438">
        <w:t>New braces still should have no exposed metal to be legal.</w:t>
      </w:r>
    </w:p>
    <w:p w14:paraId="4862BD17" w14:textId="77777777" w:rsidR="007A2AA6" w:rsidRDefault="007A2AA6" w:rsidP="004A4D94"/>
    <w:p w14:paraId="1979CF49" w14:textId="70E6E4C0" w:rsidR="007A2AA6" w:rsidRDefault="009C7438" w:rsidP="004A4D94">
      <w:r>
        <w:t>Contract</w:t>
      </w:r>
    </w:p>
    <w:p w14:paraId="631327B3" w14:textId="64641585" w:rsidR="009C7438" w:rsidRDefault="009C7438" w:rsidP="004A4D94">
      <w:r>
        <w:tab/>
        <w:t xml:space="preserve">There is an arbitration process presently between Section III and all the officiating Boards.  We are asked to contribute $150 for our defense.  Motion by Sharon </w:t>
      </w:r>
      <w:proofErr w:type="spellStart"/>
      <w:r>
        <w:t>Constabile</w:t>
      </w:r>
      <w:proofErr w:type="spellEnd"/>
      <w:r>
        <w:t>, second by Jerry Albanese to pay.  Passed.</w:t>
      </w:r>
    </w:p>
    <w:p w14:paraId="64E29B13" w14:textId="39026430" w:rsidR="009C7438" w:rsidRDefault="009C7438" w:rsidP="004A4D94">
      <w:r>
        <w:tab/>
        <w:t>Fees will be:</w:t>
      </w:r>
    </w:p>
    <w:p w14:paraId="6E9A858D" w14:textId="0F4E261B" w:rsidR="009C7438" w:rsidRDefault="009C7438" w:rsidP="004A4D94">
      <w:r>
        <w:tab/>
      </w:r>
      <w:r>
        <w:tab/>
        <w:t>Varsity - $88.00</w:t>
      </w:r>
    </w:p>
    <w:p w14:paraId="2BCA69EB" w14:textId="7B6A0CC7" w:rsidR="009C7438" w:rsidRDefault="009C7438" w:rsidP="004A4D94">
      <w:r>
        <w:tab/>
      </w:r>
      <w:r>
        <w:tab/>
        <w:t>JV</w:t>
      </w:r>
      <w:r>
        <w:tab/>
        <w:t>- $66.00</w:t>
      </w:r>
    </w:p>
    <w:p w14:paraId="44188318" w14:textId="77A96A86" w:rsidR="009C7438" w:rsidRDefault="009C7438" w:rsidP="004A4D94">
      <w:r>
        <w:tab/>
      </w:r>
      <w:r>
        <w:tab/>
        <w:t>Modified - $57.00</w:t>
      </w:r>
    </w:p>
    <w:p w14:paraId="2E791F10" w14:textId="78693C33" w:rsidR="009C7438" w:rsidRDefault="009C7438" w:rsidP="004A4D94">
      <w:r>
        <w:tab/>
      </w:r>
      <w:r>
        <w:tab/>
        <w:t>Fifth Quarter - $14.00</w:t>
      </w:r>
    </w:p>
    <w:p w14:paraId="39687BFC" w14:textId="7F5A455E" w:rsidR="009C7438" w:rsidRDefault="009C7438" w:rsidP="004A4D94">
      <w:r>
        <w:tab/>
      </w:r>
      <w:r>
        <w:tab/>
        <w:t>Mileage - $.44</w:t>
      </w:r>
    </w:p>
    <w:p w14:paraId="78375F91" w14:textId="16C17C8C" w:rsidR="009C7438" w:rsidRDefault="009C7438" w:rsidP="004A4D94">
      <w:r>
        <w:tab/>
      </w:r>
      <w:r>
        <w:tab/>
        <w:t>CNY League - $36 plus $8 for extra quarter.</w:t>
      </w:r>
    </w:p>
    <w:p w14:paraId="17072136" w14:textId="77777777" w:rsidR="00DE3471" w:rsidRDefault="00DE3471" w:rsidP="004A4D94"/>
    <w:p w14:paraId="4524258D" w14:textId="78D824C2" w:rsidR="009C7438" w:rsidRDefault="009C7438" w:rsidP="00DE3471">
      <w:pPr>
        <w:ind w:firstLine="720"/>
      </w:pPr>
      <w:r>
        <w:t xml:space="preserve">There was a long discussion about what to accept as the fee for three-person games.  Our present contract says 85% of a Varsity fee which would be a little less the $75.  IAABO has already negotiated $70 with our schools.  </w:t>
      </w:r>
      <w:r w:rsidR="00DE3471">
        <w:t xml:space="preserve">It was finally decided, primarily because we wouldn’t expect schools to pay more for us than boys to go with $70 fee on a motion by Jeff </w:t>
      </w:r>
      <w:proofErr w:type="spellStart"/>
      <w:r w:rsidR="00DE3471">
        <w:t>Conta</w:t>
      </w:r>
      <w:proofErr w:type="spellEnd"/>
      <w:r w:rsidR="00DE3471">
        <w:t>, seconded by Greg Donahue.  Passed.  Further negotiations and communication with IAABO is recommended.</w:t>
      </w:r>
    </w:p>
    <w:p w14:paraId="0791DC7A" w14:textId="77777777" w:rsidR="00DE3471" w:rsidRDefault="00DE3471" w:rsidP="00DE3471"/>
    <w:p w14:paraId="01C3EF38" w14:textId="48202873" w:rsidR="00DE3471" w:rsidRDefault="00DE3471" w:rsidP="00DE3471">
      <w:r>
        <w:t>Amendments to the Constitution – first reading</w:t>
      </w:r>
    </w:p>
    <w:p w14:paraId="061AAB09" w14:textId="77777777" w:rsidR="00DE3471" w:rsidRDefault="00DE3471" w:rsidP="00DE3471"/>
    <w:p w14:paraId="14BC95C0" w14:textId="212C771B" w:rsidR="00DE3471" w:rsidRDefault="00DE3471" w:rsidP="00DE3471">
      <w:r>
        <w:tab/>
        <w:t>There will be an assistant assignor, appointed by the assignor with the approval of the Executive Board to serve if needed.</w:t>
      </w:r>
    </w:p>
    <w:p w14:paraId="0C8338F3" w14:textId="77777777" w:rsidR="00DE3471" w:rsidRDefault="00DE3471" w:rsidP="00DE3471"/>
    <w:p w14:paraId="41E1FC75" w14:textId="2991DAE0" w:rsidR="00DE3471" w:rsidRDefault="00DE3471" w:rsidP="00DE3471">
      <w:r>
        <w:tab/>
        <w:t>The secretary duties with be expanded to include maintaining the Board’s internet standing with a website.</w:t>
      </w:r>
    </w:p>
    <w:p w14:paraId="5B5D68FF" w14:textId="77777777" w:rsidR="00DE3471" w:rsidRDefault="00DE3471" w:rsidP="00DE3471"/>
    <w:p w14:paraId="5B868DDA" w14:textId="4B584091" w:rsidR="00DE3471" w:rsidRDefault="006D220B" w:rsidP="00DE3471">
      <w:r>
        <w:t>Jose</w:t>
      </w:r>
      <w:r w:rsidR="003F46E8">
        <w:t xml:space="preserve"> Lopez</w:t>
      </w:r>
    </w:p>
    <w:p w14:paraId="5DACB560" w14:textId="747626FF" w:rsidR="006D220B" w:rsidRDefault="006D220B" w:rsidP="00DE3471">
      <w:r>
        <w:t>Three upgrades</w:t>
      </w:r>
    </w:p>
    <w:p w14:paraId="1994971E" w14:textId="1B1663DC" w:rsidR="006D220B" w:rsidRDefault="006D220B" w:rsidP="00DE3471">
      <w:r>
        <w:t>Test on November 13</w:t>
      </w:r>
    </w:p>
    <w:p w14:paraId="4501A3E5" w14:textId="282FBDC2" w:rsidR="006D220B" w:rsidRDefault="003F46E8" w:rsidP="00DE3471">
      <w:r>
        <w:t xml:space="preserve">There </w:t>
      </w:r>
      <w:r w:rsidR="006D220B">
        <w:t>10 members Summer class</w:t>
      </w:r>
      <w:r>
        <w:t>, 12 in the Fall class</w:t>
      </w:r>
    </w:p>
    <w:p w14:paraId="7456A3CE" w14:textId="77777777" w:rsidR="006D220B" w:rsidRDefault="006D220B" w:rsidP="00DE3471"/>
    <w:p w14:paraId="7AC2D0F6" w14:textId="77777777" w:rsidR="006D220B" w:rsidRDefault="006D220B" w:rsidP="00DE3471"/>
    <w:p w14:paraId="1ED75A04" w14:textId="77777777" w:rsidR="006D220B" w:rsidRDefault="006D220B" w:rsidP="00DE3471"/>
    <w:p w14:paraId="46A50D9D" w14:textId="77777777" w:rsidR="006D220B" w:rsidRDefault="006D220B" w:rsidP="00DE3471"/>
    <w:p w14:paraId="450828C9" w14:textId="77777777" w:rsidR="006D220B" w:rsidRDefault="006D220B" w:rsidP="00DE3471"/>
    <w:p w14:paraId="1161F915" w14:textId="466387ED" w:rsidR="006D220B" w:rsidRDefault="003F46E8" w:rsidP="00DE3471">
      <w:r>
        <w:t xml:space="preserve">President </w:t>
      </w:r>
      <w:r w:rsidR="006D220B">
        <w:t>Mike</w:t>
      </w:r>
      <w:r>
        <w:t xml:space="preserve"> Carney from research by Sharon </w:t>
      </w:r>
      <w:proofErr w:type="spellStart"/>
      <w:r>
        <w:t>Constabile</w:t>
      </w:r>
      <w:proofErr w:type="spellEnd"/>
      <w:r>
        <w:t xml:space="preserve"> reported on Executive Board </w:t>
      </w:r>
      <w:r w:rsidR="006D220B">
        <w:t>Insurance Liability protection</w:t>
      </w:r>
      <w:r>
        <w:t xml:space="preserve"> policy.  </w:t>
      </w:r>
      <w:r w:rsidR="006D220B">
        <w:t>$250 one-time fee to NYS</w:t>
      </w:r>
      <w:r>
        <w:t>.  Questions on what was covered and wanting to know what NASO provided led to tabling this discussion.</w:t>
      </w:r>
      <w:r w:rsidR="00E956FA">
        <w:t xml:space="preserve">  </w:t>
      </w:r>
      <w:r w:rsidR="006D220B">
        <w:t xml:space="preserve">Umbrella Board </w:t>
      </w:r>
      <w:r w:rsidR="00E956FA">
        <w:t xml:space="preserve">is </w:t>
      </w:r>
      <w:r w:rsidR="006D220B">
        <w:t>disbanding</w:t>
      </w:r>
    </w:p>
    <w:p w14:paraId="1EFF2C47" w14:textId="77777777" w:rsidR="00E956FA" w:rsidRDefault="00E956FA" w:rsidP="00DE3471"/>
    <w:p w14:paraId="045DCC3C" w14:textId="5F70C6BB" w:rsidR="006D220B" w:rsidRDefault="00E956FA" w:rsidP="00DE3471">
      <w:r>
        <w:t xml:space="preserve">Motion to </w:t>
      </w:r>
      <w:r w:rsidR="006D220B">
        <w:t>adjourn</w:t>
      </w:r>
      <w:r>
        <w:t xml:space="preserve"> by </w:t>
      </w:r>
      <w:r w:rsidR="006D220B">
        <w:t>Todd</w:t>
      </w:r>
      <w:r>
        <w:t xml:space="preserve"> </w:t>
      </w:r>
      <w:proofErr w:type="spellStart"/>
      <w:r>
        <w:t>Ferri</w:t>
      </w:r>
      <w:proofErr w:type="spellEnd"/>
      <w:r>
        <w:t xml:space="preserve">, seconded </w:t>
      </w:r>
      <w:proofErr w:type="gramStart"/>
      <w:r>
        <w:t xml:space="preserve">by </w:t>
      </w:r>
      <w:r w:rsidR="006D220B">
        <w:t xml:space="preserve"> Jerry</w:t>
      </w:r>
      <w:proofErr w:type="gramEnd"/>
      <w:r>
        <w:t xml:space="preserve"> Albanese, passed.</w:t>
      </w:r>
    </w:p>
    <w:p w14:paraId="2D7CBB0A" w14:textId="353CA41A" w:rsidR="006D220B" w:rsidRDefault="006D220B" w:rsidP="00DE3471">
      <w:bookmarkStart w:id="0" w:name="_GoBack"/>
      <w:bookmarkEnd w:id="0"/>
    </w:p>
    <w:p w14:paraId="72703A68" w14:textId="567D9420" w:rsidR="00E956FA" w:rsidRPr="00E956FA" w:rsidRDefault="00E956FA" w:rsidP="00E956FA">
      <w:pPr>
        <w:jc w:val="right"/>
        <w:rPr>
          <w:i/>
        </w:rPr>
      </w:pPr>
      <w:r w:rsidRPr="00E956FA">
        <w:rPr>
          <w:i/>
        </w:rPr>
        <w:t>Mark Turnpenny</w:t>
      </w:r>
    </w:p>
    <w:sectPr w:rsidR="00E956FA" w:rsidRPr="00E956FA" w:rsidSect="00657A5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288"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DAC41F" w14:textId="77777777" w:rsidR="00D62C56" w:rsidRDefault="00D62C56" w:rsidP="00692A99">
      <w:r>
        <w:separator/>
      </w:r>
    </w:p>
  </w:endnote>
  <w:endnote w:type="continuationSeparator" w:id="0">
    <w:p w14:paraId="0CABA57F" w14:textId="77777777" w:rsidR="00D62C56" w:rsidRDefault="00D62C56" w:rsidP="00692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98EE3E" w14:textId="77777777" w:rsidR="00EC0C64" w:rsidRDefault="00EC0C6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B79374" w14:textId="77777777" w:rsidR="00EC0C64" w:rsidRDefault="00EC0C64">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6960B" w14:textId="77777777" w:rsidR="00EC0C64" w:rsidRDefault="00EC0C6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E74D0" w14:textId="77777777" w:rsidR="00D62C56" w:rsidRDefault="00D62C56" w:rsidP="00692A99">
      <w:r>
        <w:separator/>
      </w:r>
    </w:p>
  </w:footnote>
  <w:footnote w:type="continuationSeparator" w:id="0">
    <w:p w14:paraId="6E187C30" w14:textId="77777777" w:rsidR="00D62C56" w:rsidRDefault="00D62C56" w:rsidP="00692A9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F67E7" w14:textId="77777777" w:rsidR="00EC0C64" w:rsidRDefault="00EC0C6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D46BD" w14:textId="77777777" w:rsidR="00657A55" w:rsidRDefault="00EC0C64" w:rsidP="00EC0C64">
    <w:pPr>
      <w:pStyle w:val="Header"/>
      <w:tabs>
        <w:tab w:val="clear" w:pos="8640"/>
      </w:tabs>
      <w:jc w:val="center"/>
    </w:pPr>
    <w:r>
      <w:rPr>
        <w:noProof/>
      </w:rPr>
      <w:drawing>
        <wp:inline distT="0" distB="0" distL="0" distR="0" wp14:anchorId="7BBB2264" wp14:editId="55234D50">
          <wp:extent cx="2543810" cy="878205"/>
          <wp:effectExtent l="0" t="0" r="0" b="10795"/>
          <wp:docPr id="1" name="Picture 1" descr="/Users/Twist54/Desktop/L_ubowblogo_1_10972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Twist54/Desktop/L_ubowblogo_1_109725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43810" cy="878205"/>
                  </a:xfrm>
                  <a:prstGeom prst="rect">
                    <a:avLst/>
                  </a:prstGeom>
                  <a:noFill/>
                  <a:ln>
                    <a:noFill/>
                  </a:ln>
                </pic:spPr>
              </pic:pic>
            </a:graphicData>
          </a:graphic>
        </wp:inline>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399393" w14:textId="77777777" w:rsidR="00EC0C64" w:rsidRDefault="00EC0C6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6564DB4"/>
    <w:multiLevelType w:val="hybridMultilevel"/>
    <w:tmpl w:val="B4746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C56"/>
    <w:rsid w:val="000077CC"/>
    <w:rsid w:val="000156DC"/>
    <w:rsid w:val="00134390"/>
    <w:rsid w:val="001F131A"/>
    <w:rsid w:val="003F46E8"/>
    <w:rsid w:val="004A4D94"/>
    <w:rsid w:val="00537FE1"/>
    <w:rsid w:val="00553DC7"/>
    <w:rsid w:val="0056134B"/>
    <w:rsid w:val="006572CA"/>
    <w:rsid w:val="00657A55"/>
    <w:rsid w:val="00692A99"/>
    <w:rsid w:val="006B0DCA"/>
    <w:rsid w:val="006D220B"/>
    <w:rsid w:val="0076624D"/>
    <w:rsid w:val="007A2AA6"/>
    <w:rsid w:val="009C7438"/>
    <w:rsid w:val="009F2B22"/>
    <w:rsid w:val="00A62903"/>
    <w:rsid w:val="00A86976"/>
    <w:rsid w:val="00D62C56"/>
    <w:rsid w:val="00DE3471"/>
    <w:rsid w:val="00E534CB"/>
    <w:rsid w:val="00E956FA"/>
    <w:rsid w:val="00EC0C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19051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56D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156DC"/>
    <w:rPr>
      <w:rFonts w:ascii="Lucida Grande" w:hAnsi="Lucida Grande" w:cs="Lucida Grande"/>
      <w:sz w:val="18"/>
      <w:szCs w:val="18"/>
    </w:rPr>
  </w:style>
  <w:style w:type="paragraph" w:styleId="Header">
    <w:name w:val="header"/>
    <w:basedOn w:val="Normal"/>
    <w:link w:val="HeaderChar"/>
    <w:uiPriority w:val="99"/>
    <w:unhideWhenUsed/>
    <w:rsid w:val="00692A99"/>
    <w:pPr>
      <w:tabs>
        <w:tab w:val="center" w:pos="4320"/>
        <w:tab w:val="right" w:pos="8640"/>
      </w:tabs>
    </w:pPr>
  </w:style>
  <w:style w:type="character" w:customStyle="1" w:styleId="HeaderChar">
    <w:name w:val="Header Char"/>
    <w:basedOn w:val="DefaultParagraphFont"/>
    <w:link w:val="Header"/>
    <w:uiPriority w:val="99"/>
    <w:rsid w:val="00692A99"/>
  </w:style>
  <w:style w:type="paragraph" w:styleId="Footer">
    <w:name w:val="footer"/>
    <w:basedOn w:val="Normal"/>
    <w:link w:val="FooterChar"/>
    <w:uiPriority w:val="99"/>
    <w:unhideWhenUsed/>
    <w:rsid w:val="00692A99"/>
    <w:pPr>
      <w:tabs>
        <w:tab w:val="center" w:pos="4320"/>
        <w:tab w:val="right" w:pos="8640"/>
      </w:tabs>
    </w:pPr>
  </w:style>
  <w:style w:type="character" w:customStyle="1" w:styleId="FooterChar">
    <w:name w:val="Footer Char"/>
    <w:basedOn w:val="DefaultParagraphFont"/>
    <w:link w:val="Footer"/>
    <w:uiPriority w:val="99"/>
    <w:rsid w:val="00692A99"/>
  </w:style>
  <w:style w:type="paragraph" w:styleId="ListParagraph">
    <w:name w:val="List Paragraph"/>
    <w:basedOn w:val="Normal"/>
    <w:uiPriority w:val="34"/>
    <w:qFormat/>
    <w:rsid w:val="00A629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wist54/Library/Group%20Containers/UBF8T346G9.Office/User%20Content.localized/Templates.localized/UBOW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D6BAB-457F-E641-A192-4E5AA1B78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UBOWB.dotx</Template>
  <TotalTime>92</TotalTime>
  <Pages>4</Pages>
  <Words>1066</Words>
  <Characters>6077</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Watson-Williams ES</Company>
  <LinksUpToDate>false</LinksUpToDate>
  <CharactersWithSpaces>7129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M Turnpenny</dc:creator>
  <cp:keywords/>
  <dc:description/>
  <cp:lastModifiedBy>William M Turnpenny</cp:lastModifiedBy>
  <cp:revision>6</cp:revision>
  <cp:lastPrinted>2016-03-18T13:11:00Z</cp:lastPrinted>
  <dcterms:created xsi:type="dcterms:W3CDTF">2017-12-03T15:45:00Z</dcterms:created>
  <dcterms:modified xsi:type="dcterms:W3CDTF">2017-12-03T17:20:00Z</dcterms:modified>
</cp:coreProperties>
</file>